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65A7383"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70E5D41"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3D1C5956" w14:textId="25B52EE8"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sidR="00284123">
        <w:rPr>
          <w:rFonts w:eastAsia="Times New Roman" w:cs="Times New Roman"/>
          <w:sz w:val="24"/>
          <w:szCs w:val="24"/>
        </w:rPr>
        <w:t xml:space="preserve">old </w:t>
      </w:r>
      <w:bookmarkStart w:id="0" w:name="_GoBack"/>
      <w:bookmarkEnd w:id="0"/>
      <w:r w:rsidRPr="0059668B">
        <w:rPr>
          <w:rFonts w:eastAsia="Times New Roman" w:cs="Times New Roman"/>
          <w:sz w:val="24"/>
          <w:szCs w:val="24"/>
        </w:rPr>
        <w:t>orphanage in Dunedin, New Zealand, and Adele on the steps of the orphanage in Guiyang, China.</w:t>
      </w:r>
    </w:p>
    <w:p w14:paraId="039C001A" w14:textId="6371C8B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284123">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sectPr w:rsidR="00F51106" w:rsidRPr="005966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8412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A1F50"/>
    <w:rsid w:val="006D2799"/>
    <w:rsid w:val="006D2802"/>
    <w:rsid w:val="006F1304"/>
    <w:rsid w:val="006F2A3B"/>
    <w:rsid w:val="0073654D"/>
    <w:rsid w:val="007856A6"/>
    <w:rsid w:val="007C0F23"/>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7944"/>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5330</Characters>
  <Application>Microsoft Office Word</Application>
  <DocSecurity>0</DocSecurity>
  <Lines>5330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2010-05-14T00:06:00Z</dcterms:created>
  <dcterms:modified xsi:type="dcterms:W3CDTF">2010-05-14T00:06:00Z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14/05/2010</vt:lpwstr>
  </property>
  <property fmtid="{D5CDD505-2E9C-101B-9397-08002B2CF9AE}" pid="4" name="infTitle">
    <vt:lpwstr>Editing In Overtype Mode</vt:lpwstr>
  </property>
  <property fmtid="{D5CDD505-2E9C-101B-9397-08002B2CF9AE}" pid="5" name="infCode">
    <vt:lpwstr>W804_016</vt:lpwstr>
  </property>
  <property fmtid="{D5CDD505-2E9C-101B-9397-08002B2CF9AE}" pid="6" name="infOutco">
    <vt:lpwstr>learn how to edit text in Overtype mode</vt:lpwstr>
  </property>
  <property fmtid="{D5CDD505-2E9C-101B-9397-08002B2CF9AE}" pid="7" name="infIndex01">
    <vt:lpwstr>Overtype mode</vt:lpwstr>
  </property>
  <property fmtid="{D5CDD505-2E9C-101B-9397-08002B2CF9AE}" pid="8" name="infIndex02">
    <vt:lpwstr>Insert mode</vt:lpwstr>
  </property>
  <property fmtid="{D5CDD505-2E9C-101B-9397-08002B2CF9AE}" pid="9" name="infSFile01">
    <vt:lpwstr>W704 Text Management_2.docx[P]</vt:lpwstr>
  </property>
  <property fmtid="{D5CDD505-2E9C-101B-9397-08002B2CF9AE}" pid="10" name="infQuest01">
    <vt:lpwstr>TF|When new text is typed into a sentence in Overtype mode, the existng text to the right of the insertion point is replaced|True</vt:lpwstr>
  </property>
  <property fmtid="{D5CDD505-2E9C-101B-9397-08002B2CF9AE}" pid="11" name="infQuest02">
    <vt:lpwstr>TF|You can toggle between Overtype and Insert mode|True</vt:lpwstr>
  </property>
  <property fmtid="{D5CDD505-2E9C-101B-9397-08002B2CF9AE}" pid="12" name="infQuest03">
    <vt:lpwstr>MC|In Overtype mode, new text:|writes over existing text:Correct|pushes existing text to the right:Incorrect|is entered into a text box:Incorrect</vt:lpwstr>
  </property>
  <property fmtid="{D5CDD505-2E9C-101B-9397-08002B2CF9AE}" pid="13" name="infWRQst04">
    <vt:lpwstr>WR|Explain the difference between Insert and Overtype modes.</vt:lpwstr>
  </property>
  <property fmtid="{D5CDD505-2E9C-101B-9397-08002B2CF9AE}" pid="14" name="infWRAns04">
    <vt:lpwstr>In Insert mode, existing text is pushed to the right of the insertion point whereas in Overtype mode the text is overwritten.|Lines=3</vt:lpwstr>
  </property>
  <property fmtid="{D5CDD505-2E9C-101B-9397-08002B2CF9AE}" pid="15" name="infPFile">
    <vt:lpwstr>W704_010 Editing In Insert Mode.doc</vt:lpwstr>
  </property>
  <property fmtid="{D5CDD505-2E9C-101B-9397-08002B2CF9AE}" pid="16" name="infPreL1">
    <vt:lpwstr>Same File</vt:lpwstr>
  </property>
  <property fmtid="{D5CDD505-2E9C-101B-9397-08002B2CF9AE}" pid="17" name="infPreL2">
    <vt:lpwstr>Open File</vt:lpwstr>
  </property>
  <property fmtid="{D5CDD505-2E9C-101B-9397-08002B2CF9AE}" pid="18" name="infPreT1">
    <vt:lpwstr>Continue using the previous file with this exercise, or open the file W704 Text Management_2.docx...</vt:lpwstr>
  </property>
  <property fmtid="{D5CDD505-2E9C-101B-9397-08002B2CF9AE}" pid="19" name="infPreT2">
    <vt:lpwstr>Before starting this exercise you MUST open the file W704 Text Management_2.docx...</vt:lpwstr>
  </property>
  <property fmtid="{D5CDD505-2E9C-101B-9397-08002B2CF9AE}" pid="20" name="infInter">
    <vt:lpwstr>False</vt:lpwstr>
  </property>
  <property fmtid="{D5CDD505-2E9C-101B-9397-08002B2CF9AE}" pid="21" name="infCount">
    <vt:lpwstr>Australia</vt:lpwstr>
  </property>
  <property fmtid="{D5CDD505-2E9C-101B-9397-08002B2CF9AE}" pid="22" name="infPreNo">
    <vt:lpwstr>False</vt:lpwstr>
  </property>
  <property fmtid="{D5CDD505-2E9C-101B-9397-08002B2CF9AE}" pid="23" name="infUpPre">
    <vt:lpwstr>True</vt:lpwstr>
  </property>
  <property fmtid="{D5CDD505-2E9C-101B-9397-08002B2CF9AE}" pid="24" name="infSShot01">
    <vt:lpwstr>Step 1:W804_01</vt:lpwstr>
  </property>
  <property fmtid="{D5CDD505-2E9C-101B-9397-08002B2CF9AE}" pid="25" name="infSShot02">
    <vt:lpwstr>Step 2:W804_02</vt:lpwstr>
  </property>
  <property fmtid="{D5CDD505-2E9C-101B-9397-08002B2CF9AE}" pid="26" name="infSShot03">
    <vt:lpwstr>Step 3:W804_03</vt:lpwstr>
  </property>
  <property fmtid="{D5CDD505-2E9C-101B-9397-08002B2CF9AE}" pid="27" name="infSShot04">
    <vt:lpwstr>Step 4:W804_04</vt:lpwstr>
  </property>
  <property fmtid="{D5CDD505-2E9C-101B-9397-08002B2CF9AE}" pid="28" name="infSShot05">
    <vt:lpwstr>Step 5:W804_05</vt:lpwstr>
  </property>
  <property fmtid="{D5CDD505-2E9C-101B-9397-08002B2CF9AE}" pid="29" name="infSShot06">
    <vt:lpwstr>Step 6:W804_06</vt:lpwstr>
  </property>
  <property fmtid="{D5CDD505-2E9C-101B-9397-08002B2CF9AE}" pid="30" name="infSShot07">
    <vt:lpwstr>Step 7:W804_07</vt:lpwstr>
  </property>
  <property fmtid="{D5CDD505-2E9C-101B-9397-08002B2CF9AE}" pid="31" name="infSShot08">
    <vt:lpwstr>Step 8:W804_08</vt:lpwstr>
  </property>
  <property fmtid="{D5CDD505-2E9C-101B-9397-08002B2CF9AE}" pid="32" name="infSShot09">
    <vt:lpwstr>Step 9:W804_09</vt:lpwstr>
  </property>
</Properties>
</file>